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B09B27" w14:textId="77777777" w:rsidR="00F1444A" w:rsidRPr="00F1444A" w:rsidRDefault="00F1444A" w:rsidP="006811A1">
      <w:r w:rsidRPr="00F1444A">
        <w:t xml:space="preserve">Carsten </w:t>
      </w:r>
      <w:proofErr w:type="spellStart"/>
      <w:r w:rsidRPr="00F1444A">
        <w:t>Bergach</w:t>
      </w:r>
      <w:proofErr w:type="spellEnd"/>
    </w:p>
    <w:p w14:paraId="693CEF52" w14:textId="77777777" w:rsidR="00F1444A" w:rsidRPr="00F1444A" w:rsidRDefault="00F1444A" w:rsidP="00F1444A">
      <w:r w:rsidRPr="00F1444A">
        <w:t>Eichenweg 23</w:t>
      </w:r>
    </w:p>
    <w:p w14:paraId="61B619EB" w14:textId="77777777" w:rsidR="00F1444A" w:rsidRPr="00F1444A" w:rsidRDefault="00F1444A" w:rsidP="00F1444A">
      <w:r w:rsidRPr="00F1444A">
        <w:t>59423 Unna</w:t>
      </w:r>
    </w:p>
    <w:p w14:paraId="220D3340" w14:textId="0031C40C" w:rsidR="00F1444A" w:rsidRPr="00F1444A" w:rsidRDefault="00F1444A" w:rsidP="00F1444A">
      <w:r w:rsidRPr="00F1444A">
        <w:t xml:space="preserve">Tel.: </w:t>
      </w:r>
      <w:r>
        <w:t>0171</w:t>
      </w:r>
      <w:r w:rsidRPr="00F1444A">
        <w:t xml:space="preserve"> 123456</w:t>
      </w:r>
      <w:r>
        <w:t>7</w:t>
      </w:r>
    </w:p>
    <w:p w14:paraId="6F73E0C9" w14:textId="77777777" w:rsidR="00F1444A" w:rsidRPr="00F1444A" w:rsidRDefault="00F1444A" w:rsidP="00F1444A">
      <w:r w:rsidRPr="00F1444A">
        <w:t>E-Mail: carsten.bergach@net-online.de</w:t>
      </w:r>
    </w:p>
    <w:p w14:paraId="4B83643F" w14:textId="77777777" w:rsidR="00F1444A" w:rsidRDefault="00F1444A" w:rsidP="00F1444A"/>
    <w:p w14:paraId="11822341" w14:textId="77777777" w:rsidR="006811A1" w:rsidRDefault="006811A1" w:rsidP="00F1444A"/>
    <w:p w14:paraId="6E6FB893" w14:textId="77777777" w:rsidR="00D85EB5" w:rsidRPr="00F1444A" w:rsidRDefault="00D85EB5" w:rsidP="00F1444A"/>
    <w:p w14:paraId="0AA9AE04" w14:textId="77777777" w:rsidR="00F1444A" w:rsidRPr="00F1444A" w:rsidRDefault="00F1444A" w:rsidP="00F1444A"/>
    <w:p w14:paraId="2A857CDC" w14:textId="77777777" w:rsidR="00F1444A" w:rsidRPr="00F1444A" w:rsidRDefault="00F1444A" w:rsidP="00F1444A">
      <w:r w:rsidRPr="00F1444A">
        <w:t>BUSSO Business Software Solutions AG</w:t>
      </w:r>
    </w:p>
    <w:p w14:paraId="5E13E09B" w14:textId="37094ACE" w:rsidR="00F1444A" w:rsidRPr="00F1444A" w:rsidRDefault="00F1444A" w:rsidP="00F1444A">
      <w:r w:rsidRPr="00F1444A">
        <w:t xml:space="preserve">Herrn </w:t>
      </w:r>
      <w:r>
        <w:t>Tim</w:t>
      </w:r>
      <w:r w:rsidRPr="00F1444A">
        <w:t xml:space="preserve"> Schulze-Althoff</w:t>
      </w:r>
    </w:p>
    <w:p w14:paraId="3B9C8E99" w14:textId="77777777" w:rsidR="00F1444A" w:rsidRPr="00F1444A" w:rsidRDefault="00F1444A" w:rsidP="00F1444A">
      <w:proofErr w:type="spellStart"/>
      <w:r w:rsidRPr="00F1444A">
        <w:t>Kanalweg</w:t>
      </w:r>
      <w:proofErr w:type="spellEnd"/>
      <w:r w:rsidRPr="00F1444A">
        <w:t xml:space="preserve"> 47</w:t>
      </w:r>
    </w:p>
    <w:p w14:paraId="001759D4" w14:textId="77777777" w:rsidR="00F1444A" w:rsidRPr="00F1444A" w:rsidRDefault="00F1444A" w:rsidP="00F1444A">
      <w:r w:rsidRPr="00F1444A">
        <w:t>44149 Dortmund</w:t>
      </w:r>
    </w:p>
    <w:p w14:paraId="1ADDD01E" w14:textId="77777777" w:rsidR="00F1444A" w:rsidRPr="00F1444A" w:rsidRDefault="00F1444A" w:rsidP="00F1444A"/>
    <w:p w14:paraId="4A85C7EC" w14:textId="77777777" w:rsidR="00F1444A" w:rsidRPr="00F1444A" w:rsidRDefault="00F1444A" w:rsidP="00F1444A"/>
    <w:p w14:paraId="0953729E" w14:textId="3D762D64" w:rsidR="00F1444A" w:rsidRPr="00F1444A" w:rsidRDefault="00F1444A" w:rsidP="00F1444A">
      <w:pPr>
        <w:jc w:val="right"/>
      </w:pPr>
      <w:r w:rsidRPr="00F1444A">
        <w:t>Unna, 3.11.201</w:t>
      </w:r>
      <w:r>
        <w:t>6</w:t>
      </w:r>
    </w:p>
    <w:p w14:paraId="6160CE9E" w14:textId="77777777" w:rsidR="00F1444A" w:rsidRPr="00F1444A" w:rsidRDefault="00F1444A" w:rsidP="00F1444A"/>
    <w:p w14:paraId="59E37E94" w14:textId="77777777" w:rsidR="00F1444A" w:rsidRPr="00F1444A" w:rsidRDefault="00F1444A" w:rsidP="00F1444A"/>
    <w:p w14:paraId="077BE549" w14:textId="2C073E80" w:rsidR="00F1444A" w:rsidRPr="00F1444A" w:rsidRDefault="00F1444A" w:rsidP="00F1444A">
      <w:pPr>
        <w:rPr>
          <w:b/>
        </w:rPr>
      </w:pPr>
      <w:r w:rsidRPr="00F1444A">
        <w:rPr>
          <w:b/>
        </w:rPr>
        <w:t>Ihr Stellenangebot vom 25.10.201</w:t>
      </w:r>
      <w:r>
        <w:rPr>
          <w:b/>
        </w:rPr>
        <w:t>6</w:t>
      </w:r>
    </w:p>
    <w:p w14:paraId="3717DC1D" w14:textId="77777777" w:rsidR="00F1444A" w:rsidRPr="00F1444A" w:rsidRDefault="00F1444A" w:rsidP="00F1444A">
      <w:pPr>
        <w:rPr>
          <w:b/>
        </w:rPr>
      </w:pPr>
      <w:r w:rsidRPr="00F1444A">
        <w:rPr>
          <w:b/>
        </w:rPr>
        <w:t>Bewerbung als Juniorproduktmanager</w:t>
      </w:r>
    </w:p>
    <w:p w14:paraId="29642006" w14:textId="77777777" w:rsidR="00F1444A" w:rsidRPr="00F1444A" w:rsidRDefault="00F1444A" w:rsidP="00F1444A"/>
    <w:p w14:paraId="012D57B5" w14:textId="77777777" w:rsidR="00F1444A" w:rsidRPr="00F1444A" w:rsidRDefault="00F1444A" w:rsidP="00F1444A"/>
    <w:p w14:paraId="438A5FD8" w14:textId="77777777" w:rsidR="00F1444A" w:rsidRPr="00F1444A" w:rsidRDefault="00F1444A" w:rsidP="00F1444A">
      <w:r w:rsidRPr="00F1444A">
        <w:t>Sehr geehrter Herr Schulze-Althoff,</w:t>
      </w:r>
    </w:p>
    <w:p w14:paraId="2E8BB7F0" w14:textId="77777777" w:rsidR="00F1444A" w:rsidRPr="00F1444A" w:rsidRDefault="00F1444A" w:rsidP="00F1444A">
      <w:pPr>
        <w:rPr>
          <w:sz w:val="14"/>
          <w:szCs w:val="14"/>
        </w:rPr>
      </w:pPr>
    </w:p>
    <w:p w14:paraId="411C48A8" w14:textId="3DB4BD7B" w:rsidR="00F1444A" w:rsidRPr="00F1444A" w:rsidRDefault="00F1444A" w:rsidP="00F1444A">
      <w:r w:rsidRPr="00F1444A">
        <w:t>Ihr Stellenangebot vom 25.10.201</w:t>
      </w:r>
      <w:r>
        <w:t>6</w:t>
      </w:r>
      <w:r w:rsidRPr="00F1444A">
        <w:t xml:space="preserve"> auf der Internetplattform www.waz-jobs.de interessiert mich sehr. Sie beschreiben darin einen Arbeitsbereich, mit dem ich im Rahmen meiner Maste</w:t>
      </w:r>
      <w:r w:rsidRPr="00F1444A">
        <w:t>r</w:t>
      </w:r>
      <w:r w:rsidRPr="00F1444A">
        <w:t>arbeit schon intensiv in Berührung gekommen bin. Aus diesem Grund bewerbe ich mich um die Position eines Juniorproduktmanagers in Ihrem Unternehmen.</w:t>
      </w:r>
    </w:p>
    <w:p w14:paraId="751C2008" w14:textId="77777777" w:rsidR="00F1444A" w:rsidRPr="00F1444A" w:rsidRDefault="00F1444A" w:rsidP="00F1444A">
      <w:pPr>
        <w:rPr>
          <w:sz w:val="14"/>
          <w:szCs w:val="14"/>
        </w:rPr>
      </w:pPr>
    </w:p>
    <w:p w14:paraId="5305CC4A" w14:textId="768E61B9" w:rsidR="00F1444A" w:rsidRPr="00F1444A" w:rsidRDefault="00F1444A" w:rsidP="00F1444A">
      <w:r w:rsidRPr="00F1444A">
        <w:t>Sie suchen einen Mitarbeiter, der bei Softwaredesign und -programmierung ein Gespür für die jeweilige Zielgruppe hat. Zugleich muss er wissen, welche Wünsche technisch realisierbar sind und welche nicht. Diese Anforderungen erfülle ich. Ich bin 26 Jahre alt und habe gerade mein Studium der Wirtschaftsinformatik abgeschlossen. In meiner Bachelorarbeit habe ich mich mit der Schnittstelle von Softwaredesign und Vermarktung beschäftigt. Dabei ging es um spezial</w:t>
      </w:r>
      <w:r w:rsidRPr="00F1444A">
        <w:t>i</w:t>
      </w:r>
      <w:r w:rsidRPr="00F1444A">
        <w:t>sierte Kassensoftware im Getränke</w:t>
      </w:r>
      <w:r>
        <w:t>e</w:t>
      </w:r>
      <w:r w:rsidRPr="00F1444A">
        <w:t>inzelhandel.</w:t>
      </w:r>
    </w:p>
    <w:p w14:paraId="207B169D" w14:textId="77777777" w:rsidR="00F1444A" w:rsidRPr="00F1444A" w:rsidRDefault="00F1444A" w:rsidP="00F1444A">
      <w:pPr>
        <w:rPr>
          <w:sz w:val="14"/>
          <w:szCs w:val="14"/>
        </w:rPr>
      </w:pPr>
    </w:p>
    <w:p w14:paraId="2D1F55CF" w14:textId="381B7F5B" w:rsidR="00F1444A" w:rsidRPr="00F1444A" w:rsidRDefault="00F1444A" w:rsidP="00F1444A">
      <w:r w:rsidRPr="00F1444A">
        <w:t>Während eines Praktikums habe ich erste berufliche Erfahrungen in einem</w:t>
      </w:r>
      <w:r w:rsidR="006811A1">
        <w:t xml:space="preserve"> </w:t>
      </w:r>
      <w:r w:rsidRPr="00F1444A">
        <w:t xml:space="preserve">IT-Unternehmen gesammelt. </w:t>
      </w:r>
    </w:p>
    <w:p w14:paraId="262BB8B2" w14:textId="77777777" w:rsidR="00F1444A" w:rsidRPr="00F1444A" w:rsidRDefault="00F1444A" w:rsidP="00F1444A">
      <w:pPr>
        <w:rPr>
          <w:sz w:val="14"/>
          <w:szCs w:val="14"/>
        </w:rPr>
      </w:pPr>
    </w:p>
    <w:p w14:paraId="76595DFA" w14:textId="77777777" w:rsidR="00F1444A" w:rsidRPr="00F1444A" w:rsidRDefault="00F1444A" w:rsidP="00F1444A">
      <w:r w:rsidRPr="00F1444A">
        <w:t>Habe ich Ihr Interesse geweckt? Dann rufen Sie mich an, um einen Termin für ein Vorstellung</w:t>
      </w:r>
      <w:r w:rsidRPr="00F1444A">
        <w:t>s</w:t>
      </w:r>
      <w:r w:rsidRPr="00F1444A">
        <w:t>gespräch zu vereinbaren!</w:t>
      </w:r>
    </w:p>
    <w:p w14:paraId="5D772D70" w14:textId="77777777" w:rsidR="00F1444A" w:rsidRPr="00F1444A" w:rsidRDefault="00F1444A" w:rsidP="00F1444A">
      <w:pPr>
        <w:rPr>
          <w:sz w:val="14"/>
          <w:szCs w:val="14"/>
        </w:rPr>
      </w:pPr>
    </w:p>
    <w:p w14:paraId="40171800" w14:textId="77777777" w:rsidR="00F1444A" w:rsidRDefault="00F1444A" w:rsidP="00F1444A">
      <w:r w:rsidRPr="00F1444A">
        <w:t>Mit freundlichem Gruß aus Unna</w:t>
      </w:r>
    </w:p>
    <w:p w14:paraId="4F08C89A" w14:textId="77777777" w:rsidR="00D85EB5" w:rsidRPr="00F1444A" w:rsidRDefault="00D85EB5" w:rsidP="00F1444A"/>
    <w:p w14:paraId="329AD342" w14:textId="656AA921" w:rsidR="0095639B" w:rsidRPr="00DA7007" w:rsidRDefault="00F1444A" w:rsidP="00F1444A">
      <w:pPr>
        <w:pStyle w:val="UnterschriftName"/>
        <w:rPr>
          <w:rFonts w:ascii="Lucida Handwriting" w:hAnsi="Lucida Handwriting"/>
        </w:rPr>
      </w:pPr>
      <w:bookmarkStart w:id="0" w:name="_GoBack"/>
      <w:r w:rsidRPr="00DA7007">
        <w:rPr>
          <w:rFonts w:ascii="Lucida Handwriting" w:hAnsi="Lucida Handwriting"/>
        </w:rPr>
        <w:t xml:space="preserve">Carsten </w:t>
      </w:r>
      <w:proofErr w:type="spellStart"/>
      <w:r w:rsidRPr="00DA7007">
        <w:rPr>
          <w:rFonts w:ascii="Lucida Handwriting" w:hAnsi="Lucida Handwriting"/>
        </w:rPr>
        <w:t>Bergach</w:t>
      </w:r>
      <w:bookmarkEnd w:id="0"/>
      <w:proofErr w:type="spellEnd"/>
    </w:p>
    <w:sectPr w:rsidR="0095639B" w:rsidRPr="00DA7007" w:rsidSect="006811A1">
      <w:pgSz w:w="11906" w:h="16838"/>
      <w:pgMar w:top="1134" w:right="1134" w:bottom="1134" w:left="1366"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Roman">
    <w:altName w:val="Times"/>
    <w:panose1 w:val="00000000000000000000"/>
    <w:charset w:val="4D"/>
    <w:family w:val="auto"/>
    <w:notTrueType/>
    <w:pitch w:val="default"/>
    <w:sig w:usb0="00000003" w:usb1="00000000" w:usb2="00000000" w:usb3="00000000" w:csb0="00000001" w:csb1="00000000"/>
  </w:font>
  <w:font w:name="Lucida Handwriting Italic">
    <w:altName w:val="Arabic Typesetting"/>
    <w:charset w:val="00"/>
    <w:family w:val="auto"/>
    <w:pitch w:val="variable"/>
    <w:sig w:usb0="00000003" w:usb1="00000000" w:usb2="00000000" w:usb3="00000000" w:csb0="00000001" w:csb1="00000000"/>
  </w:font>
  <w:font w:name="TimesNewRomanPSMT">
    <w:altName w:val="Times New Roman"/>
    <w:panose1 w:val="00000000000000000000"/>
    <w:charset w:val="4D"/>
    <w:family w:val="auto"/>
    <w:notTrueType/>
    <w:pitch w:val="default"/>
    <w:sig w:usb0="00000003" w:usb1="00000000" w:usb2="00000000" w:usb3="00000000" w:csb0="00000001" w:csb1="00000000"/>
  </w:font>
  <w:font w:name="TimesNewRomanPS-BoldMT">
    <w:charset w:val="00"/>
    <w:family w:val="auto"/>
    <w:pitch w:val="variable"/>
    <w:sig w:usb0="00000287" w:usb1="00000000" w:usb2="00000000" w:usb3="00000000" w:csb0="0000009F" w:csb1="00000000"/>
  </w:font>
  <w:font w:name="JiffyCom">
    <w:altName w:val="Jiffy Com"/>
    <w:panose1 w:val="00000000000000000000"/>
    <w:charset w:val="4D"/>
    <w:family w:val="auto"/>
    <w:notTrueType/>
    <w:pitch w:val="default"/>
    <w:sig w:usb0="00000003" w:usb1="00000000" w:usb2="00000000" w:usb3="00000000" w:csb0="00000001" w:csb1="00000000"/>
  </w:font>
  <w:font w:name="MistralStd">
    <w:charset w:val="00"/>
    <w:family w:val="auto"/>
    <w:pitch w:val="variable"/>
    <w:sig w:usb0="800000AF" w:usb1="5000204A" w:usb2="00000000" w:usb3="00000000" w:csb0="00000001" w:csb1="00000000"/>
  </w:font>
  <w:font w:name="Lucida Handwriting">
    <w:panose1 w:val="03010101010101010101"/>
    <w:charset w:val="00"/>
    <w:family w:val="script"/>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autoHyphenation/>
  <w:hyphenationZone w:val="425"/>
  <w:displayHorizontalDrawingGridEvery w:val="0"/>
  <w:displayVerticalDrawingGridEvery w:val="0"/>
  <w:doNotUseMarginsForDrawingGridOrigin/>
  <w:noPunctuationKerning/>
  <w:characterSpacingControl w:val="doNotCompress"/>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79D8"/>
    <w:rsid w:val="000B1FA9"/>
    <w:rsid w:val="000D0FC8"/>
    <w:rsid w:val="0021238A"/>
    <w:rsid w:val="00370185"/>
    <w:rsid w:val="003B7D74"/>
    <w:rsid w:val="004F0647"/>
    <w:rsid w:val="00631380"/>
    <w:rsid w:val="006811A1"/>
    <w:rsid w:val="006F5C84"/>
    <w:rsid w:val="00770743"/>
    <w:rsid w:val="008D2E71"/>
    <w:rsid w:val="008D76FD"/>
    <w:rsid w:val="0095639B"/>
    <w:rsid w:val="00A479D8"/>
    <w:rsid w:val="00A66DEC"/>
    <w:rsid w:val="00AB6AAA"/>
    <w:rsid w:val="00AE72C8"/>
    <w:rsid w:val="00B14BB3"/>
    <w:rsid w:val="00CC7DA6"/>
    <w:rsid w:val="00D85EB5"/>
    <w:rsid w:val="00DA7007"/>
    <w:rsid w:val="00E37989"/>
    <w:rsid w:val="00EB3170"/>
    <w:rsid w:val="00F1444A"/>
    <w:rsid w:val="00F339CC"/>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5BF5C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de-DE"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Calibri"/>
    <w:qFormat/>
    <w:rsid w:val="006811A1"/>
    <w:pPr>
      <w:spacing w:line="310" w:lineRule="exact"/>
    </w:pPr>
    <w:rPr>
      <w:rFonts w:ascii="Calibri" w:hAnsi="Calibri"/>
      <w:sz w:val="24"/>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emiHidden/>
  </w:style>
  <w:style w:type="paragraph" w:customStyle="1" w:styleId="Methode">
    <w:name w:val="Methode"/>
    <w:qFormat/>
    <w:rsid w:val="00AE72C8"/>
    <w:rPr>
      <w:rFonts w:ascii="Times New Roman" w:hAnsi="Times New Roman"/>
      <w:sz w:val="28"/>
      <w:szCs w:val="24"/>
    </w:rPr>
  </w:style>
  <w:style w:type="paragraph" w:customStyle="1" w:styleId="KeinAbsatzformat">
    <w:name w:val="[Kein Absatzformat]"/>
    <w:rsid w:val="00A479D8"/>
    <w:pPr>
      <w:widowControl w:val="0"/>
      <w:autoSpaceDE w:val="0"/>
      <w:autoSpaceDN w:val="0"/>
      <w:adjustRightInd w:val="0"/>
      <w:spacing w:line="288" w:lineRule="auto"/>
      <w:textAlignment w:val="center"/>
    </w:pPr>
    <w:rPr>
      <w:rFonts w:ascii="Times-Roman" w:hAnsi="Times-Roman" w:cs="Times-Roman"/>
      <w:color w:val="000000"/>
      <w:sz w:val="24"/>
      <w:szCs w:val="24"/>
    </w:rPr>
  </w:style>
  <w:style w:type="character" w:styleId="Hyperlink">
    <w:name w:val="Hyperlink"/>
    <w:basedOn w:val="Absatz-Standardschriftart"/>
    <w:uiPriority w:val="99"/>
    <w:unhideWhenUsed/>
    <w:rsid w:val="00370185"/>
    <w:rPr>
      <w:color w:val="0000FF" w:themeColor="hyperlink"/>
      <w:u w:val="single"/>
    </w:rPr>
  </w:style>
  <w:style w:type="paragraph" w:customStyle="1" w:styleId="UnterschriftName">
    <w:name w:val="Unterschrift Name"/>
    <w:basedOn w:val="Standard"/>
    <w:qFormat/>
    <w:rsid w:val="006811A1"/>
    <w:pPr>
      <w:spacing w:before="120"/>
    </w:pPr>
    <w:rPr>
      <w:rFonts w:ascii="Lucida Handwriting Italic" w:hAnsi="Lucida Handwriting Italic"/>
      <w:sz w:val="28"/>
      <w:szCs w:val="28"/>
    </w:rPr>
  </w:style>
  <w:style w:type="paragraph" w:customStyle="1" w:styleId="MusterbriefBriefe">
    <w:name w:val="Musterbrief (Briefe)"/>
    <w:basedOn w:val="KeinAbsatzformat"/>
    <w:uiPriority w:val="99"/>
    <w:rsid w:val="0095639B"/>
    <w:pPr>
      <w:spacing w:line="320" w:lineRule="atLeast"/>
    </w:pPr>
    <w:rPr>
      <w:rFonts w:ascii="TimesNewRomanPSMT" w:hAnsi="TimesNewRomanPSMT" w:cs="TimesNewRomanPSMT"/>
      <w:sz w:val="26"/>
      <w:szCs w:val="26"/>
    </w:rPr>
  </w:style>
  <w:style w:type="paragraph" w:customStyle="1" w:styleId="DatumBriefe">
    <w:name w:val="Datum (Briefe)"/>
    <w:basedOn w:val="KeinAbsatzformat"/>
    <w:uiPriority w:val="99"/>
    <w:rsid w:val="0095639B"/>
    <w:pPr>
      <w:spacing w:line="320" w:lineRule="atLeast"/>
      <w:jc w:val="right"/>
    </w:pPr>
    <w:rPr>
      <w:rFonts w:ascii="TimesNewRomanPSMT" w:hAnsi="TimesNewRomanPSMT" w:cs="TimesNewRomanPSMT"/>
      <w:sz w:val="26"/>
      <w:szCs w:val="26"/>
    </w:rPr>
  </w:style>
  <w:style w:type="paragraph" w:customStyle="1" w:styleId="BetreffBriefe">
    <w:name w:val="Betreff (Briefe)"/>
    <w:basedOn w:val="KeinAbsatzformat"/>
    <w:uiPriority w:val="99"/>
    <w:rsid w:val="0095639B"/>
    <w:pPr>
      <w:tabs>
        <w:tab w:val="left" w:pos="0"/>
      </w:tabs>
      <w:spacing w:line="320" w:lineRule="atLeast"/>
    </w:pPr>
    <w:rPr>
      <w:rFonts w:ascii="TimesNewRomanPS-BoldMT" w:hAnsi="TimesNewRomanPS-BoldMT" w:cs="TimesNewRomanPS-BoldMT"/>
      <w:b/>
      <w:bCs/>
      <w:sz w:val="26"/>
      <w:szCs w:val="26"/>
    </w:rPr>
  </w:style>
  <w:style w:type="paragraph" w:customStyle="1" w:styleId="MusterbriefhalbzeiligBriefe">
    <w:name w:val="Musterbrief halbzeilig (Briefe)"/>
    <w:basedOn w:val="KeinAbsatzformat"/>
    <w:uiPriority w:val="99"/>
    <w:rsid w:val="0095639B"/>
    <w:pPr>
      <w:spacing w:line="169" w:lineRule="atLeast"/>
    </w:pPr>
    <w:rPr>
      <w:rFonts w:ascii="TimesNewRomanPSMT" w:hAnsi="TimesNewRomanPSMT" w:cs="TimesNewRomanPSMT"/>
      <w:sz w:val="14"/>
      <w:szCs w:val="14"/>
    </w:rPr>
  </w:style>
  <w:style w:type="paragraph" w:customStyle="1" w:styleId="UnterschriftweiblichBriefe">
    <w:name w:val="Unterschrift weiblich (Briefe)"/>
    <w:basedOn w:val="Standard"/>
    <w:uiPriority w:val="99"/>
    <w:rsid w:val="0095639B"/>
    <w:pPr>
      <w:widowControl w:val="0"/>
      <w:tabs>
        <w:tab w:val="left" w:pos="0"/>
        <w:tab w:val="left" w:pos="1860"/>
      </w:tabs>
      <w:autoSpaceDE w:val="0"/>
      <w:autoSpaceDN w:val="0"/>
      <w:adjustRightInd w:val="0"/>
      <w:spacing w:line="200" w:lineRule="atLeast"/>
      <w:textAlignment w:val="center"/>
    </w:pPr>
    <w:rPr>
      <w:rFonts w:ascii="JiffyCom" w:hAnsi="JiffyCom" w:cs="JiffyCom"/>
      <w:color w:val="000000"/>
      <w:szCs w:val="24"/>
    </w:rPr>
  </w:style>
  <w:style w:type="paragraph" w:customStyle="1" w:styleId="AbsenderrechtsbndigBriefe">
    <w:name w:val="Absender rechtsbündig (Briefe)"/>
    <w:basedOn w:val="KeinAbsatzformat"/>
    <w:uiPriority w:val="99"/>
    <w:rsid w:val="00F339CC"/>
    <w:pPr>
      <w:tabs>
        <w:tab w:val="left" w:pos="0"/>
      </w:tabs>
      <w:spacing w:line="320" w:lineRule="atLeast"/>
      <w:jc w:val="right"/>
    </w:pPr>
    <w:rPr>
      <w:rFonts w:ascii="TimesNewRomanPSMT" w:hAnsi="TimesNewRomanPSMT" w:cs="TimesNewRomanPSMT"/>
      <w:sz w:val="26"/>
      <w:szCs w:val="26"/>
    </w:rPr>
  </w:style>
  <w:style w:type="paragraph" w:customStyle="1" w:styleId="UnterschriftmnnlichBriefe">
    <w:name w:val="Unterschrift männlich (Briefe)"/>
    <w:basedOn w:val="KeinAbsatzformat"/>
    <w:uiPriority w:val="99"/>
    <w:rsid w:val="000B1FA9"/>
    <w:rPr>
      <w:rFonts w:ascii="MistralStd" w:hAnsi="MistralStd" w:cs="MistralStd"/>
      <w:sz w:val="30"/>
      <w:szCs w:val="30"/>
    </w:rPr>
  </w:style>
  <w:style w:type="paragraph" w:customStyle="1" w:styleId="UnterschriftmannBriefe">
    <w:name w:val="Unterschrift mann (Briefe)"/>
    <w:basedOn w:val="Standard"/>
    <w:uiPriority w:val="99"/>
    <w:rsid w:val="00F1444A"/>
    <w:pPr>
      <w:widowControl w:val="0"/>
      <w:tabs>
        <w:tab w:val="left" w:pos="0"/>
      </w:tabs>
      <w:autoSpaceDE w:val="0"/>
      <w:autoSpaceDN w:val="0"/>
      <w:adjustRightInd w:val="0"/>
      <w:spacing w:line="240" w:lineRule="atLeast"/>
      <w:textAlignment w:val="center"/>
    </w:pPr>
    <w:rPr>
      <w:rFonts w:ascii="MistralStd" w:hAnsi="MistralStd" w:cs="MistralStd"/>
      <w:color w:val="000000"/>
      <w:sz w:val="30"/>
      <w:szCs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de-DE"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Calibri"/>
    <w:qFormat/>
    <w:rsid w:val="006811A1"/>
    <w:pPr>
      <w:spacing w:line="310" w:lineRule="exact"/>
    </w:pPr>
    <w:rPr>
      <w:rFonts w:ascii="Calibri" w:hAnsi="Calibri"/>
      <w:sz w:val="24"/>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emiHidden/>
  </w:style>
  <w:style w:type="paragraph" w:customStyle="1" w:styleId="Methode">
    <w:name w:val="Methode"/>
    <w:qFormat/>
    <w:rsid w:val="00AE72C8"/>
    <w:rPr>
      <w:rFonts w:ascii="Times New Roman" w:hAnsi="Times New Roman"/>
      <w:sz w:val="28"/>
      <w:szCs w:val="24"/>
    </w:rPr>
  </w:style>
  <w:style w:type="paragraph" w:customStyle="1" w:styleId="KeinAbsatzformat">
    <w:name w:val="[Kein Absatzformat]"/>
    <w:rsid w:val="00A479D8"/>
    <w:pPr>
      <w:widowControl w:val="0"/>
      <w:autoSpaceDE w:val="0"/>
      <w:autoSpaceDN w:val="0"/>
      <w:adjustRightInd w:val="0"/>
      <w:spacing w:line="288" w:lineRule="auto"/>
      <w:textAlignment w:val="center"/>
    </w:pPr>
    <w:rPr>
      <w:rFonts w:ascii="Times-Roman" w:hAnsi="Times-Roman" w:cs="Times-Roman"/>
      <w:color w:val="000000"/>
      <w:sz w:val="24"/>
      <w:szCs w:val="24"/>
    </w:rPr>
  </w:style>
  <w:style w:type="character" w:styleId="Hyperlink">
    <w:name w:val="Hyperlink"/>
    <w:basedOn w:val="Absatz-Standardschriftart"/>
    <w:uiPriority w:val="99"/>
    <w:unhideWhenUsed/>
    <w:rsid w:val="00370185"/>
    <w:rPr>
      <w:color w:val="0000FF" w:themeColor="hyperlink"/>
      <w:u w:val="single"/>
    </w:rPr>
  </w:style>
  <w:style w:type="paragraph" w:customStyle="1" w:styleId="UnterschriftName">
    <w:name w:val="Unterschrift Name"/>
    <w:basedOn w:val="Standard"/>
    <w:qFormat/>
    <w:rsid w:val="006811A1"/>
    <w:pPr>
      <w:spacing w:before="120"/>
    </w:pPr>
    <w:rPr>
      <w:rFonts w:ascii="Lucida Handwriting Italic" w:hAnsi="Lucida Handwriting Italic"/>
      <w:sz w:val="28"/>
      <w:szCs w:val="28"/>
    </w:rPr>
  </w:style>
  <w:style w:type="paragraph" w:customStyle="1" w:styleId="MusterbriefBriefe">
    <w:name w:val="Musterbrief (Briefe)"/>
    <w:basedOn w:val="KeinAbsatzformat"/>
    <w:uiPriority w:val="99"/>
    <w:rsid w:val="0095639B"/>
    <w:pPr>
      <w:spacing w:line="320" w:lineRule="atLeast"/>
    </w:pPr>
    <w:rPr>
      <w:rFonts w:ascii="TimesNewRomanPSMT" w:hAnsi="TimesNewRomanPSMT" w:cs="TimesNewRomanPSMT"/>
      <w:sz w:val="26"/>
      <w:szCs w:val="26"/>
    </w:rPr>
  </w:style>
  <w:style w:type="paragraph" w:customStyle="1" w:styleId="DatumBriefe">
    <w:name w:val="Datum (Briefe)"/>
    <w:basedOn w:val="KeinAbsatzformat"/>
    <w:uiPriority w:val="99"/>
    <w:rsid w:val="0095639B"/>
    <w:pPr>
      <w:spacing w:line="320" w:lineRule="atLeast"/>
      <w:jc w:val="right"/>
    </w:pPr>
    <w:rPr>
      <w:rFonts w:ascii="TimesNewRomanPSMT" w:hAnsi="TimesNewRomanPSMT" w:cs="TimesNewRomanPSMT"/>
      <w:sz w:val="26"/>
      <w:szCs w:val="26"/>
    </w:rPr>
  </w:style>
  <w:style w:type="paragraph" w:customStyle="1" w:styleId="BetreffBriefe">
    <w:name w:val="Betreff (Briefe)"/>
    <w:basedOn w:val="KeinAbsatzformat"/>
    <w:uiPriority w:val="99"/>
    <w:rsid w:val="0095639B"/>
    <w:pPr>
      <w:tabs>
        <w:tab w:val="left" w:pos="0"/>
      </w:tabs>
      <w:spacing w:line="320" w:lineRule="atLeast"/>
    </w:pPr>
    <w:rPr>
      <w:rFonts w:ascii="TimesNewRomanPS-BoldMT" w:hAnsi="TimesNewRomanPS-BoldMT" w:cs="TimesNewRomanPS-BoldMT"/>
      <w:b/>
      <w:bCs/>
      <w:sz w:val="26"/>
      <w:szCs w:val="26"/>
    </w:rPr>
  </w:style>
  <w:style w:type="paragraph" w:customStyle="1" w:styleId="MusterbriefhalbzeiligBriefe">
    <w:name w:val="Musterbrief halbzeilig (Briefe)"/>
    <w:basedOn w:val="KeinAbsatzformat"/>
    <w:uiPriority w:val="99"/>
    <w:rsid w:val="0095639B"/>
    <w:pPr>
      <w:spacing w:line="169" w:lineRule="atLeast"/>
    </w:pPr>
    <w:rPr>
      <w:rFonts w:ascii="TimesNewRomanPSMT" w:hAnsi="TimesNewRomanPSMT" w:cs="TimesNewRomanPSMT"/>
      <w:sz w:val="14"/>
      <w:szCs w:val="14"/>
    </w:rPr>
  </w:style>
  <w:style w:type="paragraph" w:customStyle="1" w:styleId="UnterschriftweiblichBriefe">
    <w:name w:val="Unterschrift weiblich (Briefe)"/>
    <w:basedOn w:val="Standard"/>
    <w:uiPriority w:val="99"/>
    <w:rsid w:val="0095639B"/>
    <w:pPr>
      <w:widowControl w:val="0"/>
      <w:tabs>
        <w:tab w:val="left" w:pos="0"/>
        <w:tab w:val="left" w:pos="1860"/>
      </w:tabs>
      <w:autoSpaceDE w:val="0"/>
      <w:autoSpaceDN w:val="0"/>
      <w:adjustRightInd w:val="0"/>
      <w:spacing w:line="200" w:lineRule="atLeast"/>
      <w:textAlignment w:val="center"/>
    </w:pPr>
    <w:rPr>
      <w:rFonts w:ascii="JiffyCom" w:hAnsi="JiffyCom" w:cs="JiffyCom"/>
      <w:color w:val="000000"/>
      <w:szCs w:val="24"/>
    </w:rPr>
  </w:style>
  <w:style w:type="paragraph" w:customStyle="1" w:styleId="AbsenderrechtsbndigBriefe">
    <w:name w:val="Absender rechtsbündig (Briefe)"/>
    <w:basedOn w:val="KeinAbsatzformat"/>
    <w:uiPriority w:val="99"/>
    <w:rsid w:val="00F339CC"/>
    <w:pPr>
      <w:tabs>
        <w:tab w:val="left" w:pos="0"/>
      </w:tabs>
      <w:spacing w:line="320" w:lineRule="atLeast"/>
      <w:jc w:val="right"/>
    </w:pPr>
    <w:rPr>
      <w:rFonts w:ascii="TimesNewRomanPSMT" w:hAnsi="TimesNewRomanPSMT" w:cs="TimesNewRomanPSMT"/>
      <w:sz w:val="26"/>
      <w:szCs w:val="26"/>
    </w:rPr>
  </w:style>
  <w:style w:type="paragraph" w:customStyle="1" w:styleId="UnterschriftmnnlichBriefe">
    <w:name w:val="Unterschrift männlich (Briefe)"/>
    <w:basedOn w:val="KeinAbsatzformat"/>
    <w:uiPriority w:val="99"/>
    <w:rsid w:val="000B1FA9"/>
    <w:rPr>
      <w:rFonts w:ascii="MistralStd" w:hAnsi="MistralStd" w:cs="MistralStd"/>
      <w:sz w:val="30"/>
      <w:szCs w:val="30"/>
    </w:rPr>
  </w:style>
  <w:style w:type="paragraph" w:customStyle="1" w:styleId="UnterschriftmannBriefe">
    <w:name w:val="Unterschrift mann (Briefe)"/>
    <w:basedOn w:val="Standard"/>
    <w:uiPriority w:val="99"/>
    <w:rsid w:val="00F1444A"/>
    <w:pPr>
      <w:widowControl w:val="0"/>
      <w:tabs>
        <w:tab w:val="left" w:pos="0"/>
      </w:tabs>
      <w:autoSpaceDE w:val="0"/>
      <w:autoSpaceDN w:val="0"/>
      <w:adjustRightInd w:val="0"/>
      <w:spacing w:line="240" w:lineRule="atLeast"/>
      <w:textAlignment w:val="center"/>
    </w:pPr>
    <w:rPr>
      <w:rFonts w:ascii="MistralStd" w:hAnsi="MistralStd" w:cs="MistralStd"/>
      <w:color w:val="000000"/>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EA17D799</Template>
  <TotalTime>0</TotalTime>
  <Pages>1</Pages>
  <Words>195</Words>
  <Characters>1229</Characters>
  <Application>Microsoft Office Word</Application>
  <DocSecurity>0</DocSecurity>
  <Lines>10</Lines>
  <Paragraphs>2</Paragraphs>
  <ScaleCrop>false</ScaleCrop>
  <Company>F G</Company>
  <LinksUpToDate>false</LinksUpToDate>
  <CharactersWithSpaces>1422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dc:creator>
  <cp:keywords/>
  <dc:description/>
  <cp:lastModifiedBy>von Laffert, Juliane</cp:lastModifiedBy>
  <cp:revision>4</cp:revision>
  <cp:lastPrinted>2015-11-10T09:04:00Z</cp:lastPrinted>
  <dcterms:created xsi:type="dcterms:W3CDTF">2015-11-10T09:04:00Z</dcterms:created>
  <dcterms:modified xsi:type="dcterms:W3CDTF">2016-02-02T07:59:00Z</dcterms:modified>
</cp:coreProperties>
</file>